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6F988" w14:textId="77777777" w:rsidR="00467849" w:rsidRPr="00467849" w:rsidRDefault="00997F14" w:rsidP="00467849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324D72A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7849" w:rsidRPr="00467849">
        <w:rPr>
          <w:rFonts w:ascii="Corbel" w:hAnsi="Corbel"/>
          <w:bCs/>
          <w:i/>
          <w:lang w:eastAsia="ar-SA"/>
        </w:rPr>
        <w:t>Załącznik nr 1.5 do Zarządzenia Rektora UR nr 7/2023</w:t>
      </w:r>
    </w:p>
    <w:p w14:paraId="777FBBA2" w14:textId="77777777" w:rsidR="00467849" w:rsidRPr="00467849" w:rsidRDefault="00467849" w:rsidP="0046784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6784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A4E1EE6" w14:textId="7B46873C" w:rsidR="00467849" w:rsidRPr="00467849" w:rsidRDefault="00467849" w:rsidP="0046784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6784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AB7397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46784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AB7397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220450DF" w14:textId="77777777" w:rsidR="00467849" w:rsidRPr="00467849" w:rsidRDefault="00467849" w:rsidP="0046784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467849">
        <w:rPr>
          <w:rFonts w:ascii="Corbel" w:hAnsi="Corbel"/>
          <w:i/>
          <w:sz w:val="20"/>
          <w:szCs w:val="20"/>
          <w:lang w:eastAsia="ar-SA"/>
        </w:rPr>
        <w:t>(skrajne daty</w:t>
      </w:r>
      <w:r w:rsidRPr="00467849">
        <w:rPr>
          <w:rFonts w:ascii="Corbel" w:hAnsi="Corbel"/>
          <w:sz w:val="20"/>
          <w:szCs w:val="20"/>
          <w:lang w:eastAsia="ar-SA"/>
        </w:rPr>
        <w:t>)</w:t>
      </w:r>
    </w:p>
    <w:p w14:paraId="7F692767" w14:textId="02486EA1" w:rsidR="00467849" w:rsidRPr="00467849" w:rsidRDefault="00467849" w:rsidP="0046784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467849">
        <w:rPr>
          <w:rFonts w:ascii="Corbel" w:hAnsi="Corbel"/>
          <w:sz w:val="20"/>
          <w:szCs w:val="20"/>
          <w:lang w:eastAsia="ar-SA"/>
        </w:rPr>
        <w:t>Rok akademicki 202</w:t>
      </w:r>
      <w:r w:rsidR="00AB7397">
        <w:rPr>
          <w:rFonts w:ascii="Corbel" w:hAnsi="Corbel"/>
          <w:sz w:val="20"/>
          <w:szCs w:val="20"/>
          <w:lang w:eastAsia="ar-SA"/>
        </w:rPr>
        <w:t>6</w:t>
      </w:r>
      <w:r w:rsidRPr="00467849">
        <w:rPr>
          <w:rFonts w:ascii="Corbel" w:hAnsi="Corbel"/>
          <w:sz w:val="20"/>
          <w:szCs w:val="20"/>
          <w:lang w:eastAsia="ar-SA"/>
        </w:rPr>
        <w:t>/202</w:t>
      </w:r>
      <w:r w:rsidR="00AB7397">
        <w:rPr>
          <w:rFonts w:ascii="Corbel" w:hAnsi="Corbel"/>
          <w:sz w:val="20"/>
          <w:szCs w:val="20"/>
          <w:lang w:eastAsia="ar-SA"/>
        </w:rPr>
        <w:t>7</w:t>
      </w:r>
    </w:p>
    <w:p w14:paraId="001984E5" w14:textId="77777777" w:rsidR="00467849" w:rsidRPr="00467849" w:rsidRDefault="00467849" w:rsidP="00467849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324D72A6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AA4B7B1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>Prawo ochrony środowiska</w:t>
            </w:r>
          </w:p>
        </w:tc>
      </w:tr>
      <w:tr w:rsidR="0085747A" w:rsidRPr="00B169DF" w14:paraId="1820FF8A" w14:textId="77777777" w:rsidTr="324D72A6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3831E6A0" w:rsidR="0085747A" w:rsidRPr="00B169DF" w:rsidRDefault="005375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5E9">
              <w:rPr>
                <w:rFonts w:ascii="Corbel" w:hAnsi="Corbel"/>
                <w:b w:val="0"/>
                <w:sz w:val="24"/>
                <w:szCs w:val="24"/>
              </w:rPr>
              <w:t>ASO36</w:t>
            </w:r>
          </w:p>
        </w:tc>
      </w:tr>
      <w:tr w:rsidR="0085747A" w:rsidRPr="00B169DF" w14:paraId="4D36C4B5" w14:textId="77777777" w:rsidTr="324D72A6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E30D65B" w:rsidR="0085747A" w:rsidRPr="00B169DF" w:rsidRDefault="00AB7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324D72A6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2384095" w:rsidR="0085747A" w:rsidRPr="00B169DF" w:rsidRDefault="00AB7397" w:rsidP="324D72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B169DF" w14:paraId="192BD65A" w14:textId="77777777" w:rsidTr="324D72A6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0EEE430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324D72A6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29886105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388F3755" w14:textId="77777777" w:rsidTr="324D72A6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324D72A6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7933A1B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324D72A6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3E1A9FA5" w:rsidR="0085747A" w:rsidRPr="00B169DF" w:rsidRDefault="00960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II 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B169DF" w14:paraId="7ACCBA8E" w14:textId="77777777" w:rsidTr="324D72A6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324D72A6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324D72A6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6AA221C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86133">
              <w:rPr>
                <w:rFonts w:ascii="Corbel" w:hAnsi="Corbel"/>
                <w:b w:val="0"/>
                <w:sz w:val="24"/>
                <w:szCs w:val="24"/>
              </w:rPr>
              <w:t>rof. dr hab. Elżbieta Ura</w:t>
            </w:r>
          </w:p>
        </w:tc>
      </w:tr>
      <w:tr w:rsidR="0085747A" w:rsidRPr="00B169DF" w14:paraId="0AD0E368" w14:textId="77777777" w:rsidTr="324D72A6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EC88AEF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Artur Mazurkiewicz, </w:t>
            </w:r>
            <w:r w:rsidR="002F1469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</w:p>
        </w:tc>
      </w:tr>
    </w:tbl>
    <w:p w14:paraId="0AB0B6F8" w14:textId="77777777" w:rsidR="0085747A" w:rsidRDefault="0085747A" w:rsidP="00FA786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2EE16A3" w14:textId="77777777" w:rsidR="00FA7867" w:rsidRPr="00B169DF" w:rsidRDefault="00FA7867" w:rsidP="00FA786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12E74116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FA7867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FA7867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FA78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FA7867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7EB4E69" w:rsidR="00015B8F" w:rsidRPr="00B169DF" w:rsidRDefault="00D86133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92BDB80" w:rsidR="00015B8F" w:rsidRPr="00B169DF" w:rsidRDefault="00D86133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FA78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41E1A41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0BA1C082" w14:textId="77777777" w:rsidR="00FA7867" w:rsidRPr="00B169DF" w:rsidRDefault="00FA786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7867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59DFE30D" w:rsidR="0085747A" w:rsidRPr="00D86133" w:rsidRDefault="00FA7867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5A7B395D" w:rsidR="00E22FBC" w:rsidRPr="00B169DF" w:rsidRDefault="00E22FBC" w:rsidP="324D72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24D72A6">
        <w:rPr>
          <w:rFonts w:ascii="Corbel" w:hAnsi="Corbel"/>
          <w:smallCaps w:val="0"/>
        </w:rPr>
        <w:t>1.3</w:t>
      </w:r>
      <w:r w:rsidR="00FA7867">
        <w:rPr>
          <w:rFonts w:ascii="Corbel" w:hAnsi="Corbel"/>
          <w:smallCaps w:val="0"/>
        </w:rPr>
        <w:t>.</w:t>
      </w:r>
      <w:r w:rsidRPr="324D72A6">
        <w:rPr>
          <w:rFonts w:ascii="Corbel" w:hAnsi="Corbel"/>
          <w:smallCaps w:val="0"/>
        </w:rPr>
        <w:t xml:space="preserve"> For</w:t>
      </w:r>
      <w:r w:rsidR="00445970" w:rsidRPr="324D72A6">
        <w:rPr>
          <w:rFonts w:ascii="Corbel" w:hAnsi="Corbel"/>
          <w:smallCaps w:val="0"/>
        </w:rPr>
        <w:t xml:space="preserve">ma zaliczenia przedmiotu </w:t>
      </w:r>
      <w:r w:rsidRPr="324D72A6">
        <w:rPr>
          <w:rFonts w:ascii="Corbel" w:hAnsi="Corbel"/>
          <w:smallCaps w:val="0"/>
        </w:rPr>
        <w:t xml:space="preserve">(z toku) </w:t>
      </w:r>
      <w:r w:rsidRPr="324D72A6">
        <w:rPr>
          <w:rFonts w:ascii="Corbel" w:hAnsi="Corbel"/>
          <w:b w:val="0"/>
          <w:smallCaps w:val="0"/>
        </w:rPr>
        <w:t>(egzamin, zaliczenie z oceną, zaliczenie bez oceny)</w:t>
      </w:r>
    </w:p>
    <w:p w14:paraId="6FFB4100" w14:textId="5B050B55" w:rsidR="324D72A6" w:rsidRDefault="324D72A6" w:rsidP="324D72A6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</w:p>
    <w:p w14:paraId="6CD4F483" w14:textId="573E343E" w:rsidR="00D86133" w:rsidRPr="00A23937" w:rsidRDefault="00FA7867" w:rsidP="00FA7867">
      <w:pPr>
        <w:pStyle w:val="Punktygwne"/>
        <w:spacing w:before="0" w:after="0"/>
        <w:ind w:left="709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>K</w:t>
      </w:r>
      <w:r w:rsidR="0038763F">
        <w:rPr>
          <w:rFonts w:ascii="Corbel" w:eastAsia="Cambria" w:hAnsi="Corbel"/>
          <w:b w:val="0"/>
          <w:smallCaps w:val="0"/>
          <w:sz w:val="22"/>
        </w:rPr>
        <w:t>onwersatorium - zaliczenie z oceną</w:t>
      </w:r>
      <w:r w:rsidR="00D86133"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44547E06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24D72A6">
        <w:rPr>
          <w:rFonts w:ascii="Corbel" w:hAnsi="Corbel"/>
        </w:rPr>
        <w:t>2.</w:t>
      </w:r>
      <w:r w:rsidR="00FA7867">
        <w:rPr>
          <w:rFonts w:ascii="Corbel" w:hAnsi="Corbel"/>
        </w:rPr>
        <w:t xml:space="preserve"> </w:t>
      </w:r>
      <w:r w:rsidRPr="324D72A6">
        <w:rPr>
          <w:rFonts w:ascii="Corbel" w:hAnsi="Corbel"/>
        </w:rPr>
        <w:t xml:space="preserve">Wymagania wstępne </w:t>
      </w:r>
    </w:p>
    <w:p w14:paraId="648A966C" w14:textId="159CB8A6" w:rsidR="324D72A6" w:rsidRDefault="324D72A6" w:rsidP="324D72A6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324D72A6">
        <w:tc>
          <w:tcPr>
            <w:tcW w:w="9670" w:type="dxa"/>
          </w:tcPr>
          <w:p w14:paraId="1BB8AE6C" w14:textId="324753FE" w:rsidR="0085747A" w:rsidRPr="00B169DF" w:rsidRDefault="0038763F" w:rsidP="324D72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24D72A6">
              <w:rPr>
                <w:rFonts w:ascii="Corbel" w:hAnsi="Corbel"/>
                <w:b w:val="0"/>
                <w:smallCaps w:val="0"/>
              </w:rPr>
              <w:t>Znajomość podstawowych zagadnień z prawa administracyjnego i prawoznawstwa.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213BFB9E" w:rsidR="0085747A" w:rsidRPr="00B169DF" w:rsidRDefault="00467849" w:rsidP="324D72A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324D72A6">
        <w:rPr>
          <w:rFonts w:ascii="Corbel" w:hAnsi="Corbel"/>
        </w:rPr>
        <w:lastRenderedPageBreak/>
        <w:t>3.</w:t>
      </w:r>
      <w:r w:rsidR="0085747A" w:rsidRPr="324D72A6">
        <w:rPr>
          <w:rFonts w:ascii="Corbel" w:hAnsi="Corbel"/>
        </w:rPr>
        <w:t xml:space="preserve"> </w:t>
      </w:r>
      <w:r w:rsidR="00A84C85" w:rsidRPr="324D72A6">
        <w:rPr>
          <w:rFonts w:ascii="Corbel" w:hAnsi="Corbel"/>
        </w:rPr>
        <w:t>cele, efekty uczenia się</w:t>
      </w:r>
      <w:r w:rsidR="0085747A" w:rsidRPr="324D72A6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FA7867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48BE2A79" w:rsidR="0038763F" w:rsidRPr="007424D9" w:rsidRDefault="0038763F" w:rsidP="00FA786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568879" w14:textId="77777777" w:rsidR="0038763F" w:rsidRPr="007424D9" w:rsidRDefault="0038763F" w:rsidP="00FA78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FA786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6481BDCC" w:rsidR="0038763F" w:rsidRPr="007424D9" w:rsidRDefault="0038763F" w:rsidP="00FA78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Kolejnym celem jest omówienie regulacji sektorowych </w:t>
            </w:r>
            <w:r w:rsidR="004A4E00">
              <w:rPr>
                <w:rFonts w:ascii="Corbel" w:hAnsi="Corbel"/>
                <w:b w:val="0"/>
                <w:sz w:val="24"/>
                <w:szCs w:val="24"/>
              </w:rPr>
              <w:t xml:space="preserve">występujących w 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>poszczególny</w:t>
            </w:r>
            <w:r w:rsidR="00CC29AD">
              <w:rPr>
                <w:rFonts w:ascii="Corbel" w:hAnsi="Corbel"/>
                <w:b w:val="0"/>
                <w:sz w:val="24"/>
                <w:szCs w:val="24"/>
              </w:rPr>
              <w:t>ch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działa</w:t>
            </w:r>
            <w:r w:rsidR="00CC29AD">
              <w:rPr>
                <w:rFonts w:ascii="Corbel" w:hAnsi="Corbel"/>
                <w:b w:val="0"/>
                <w:sz w:val="24"/>
                <w:szCs w:val="24"/>
              </w:rPr>
              <w:t>ch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FA786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77777777" w:rsidR="0038763F" w:rsidRPr="007424D9" w:rsidRDefault="0038763F" w:rsidP="00FA78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38763F" w:rsidRPr="007424D9" w14:paraId="69F38975" w14:textId="77777777" w:rsidTr="00A07F7E">
        <w:tc>
          <w:tcPr>
            <w:tcW w:w="1447" w:type="dxa"/>
            <w:vAlign w:val="center"/>
          </w:tcPr>
          <w:p w14:paraId="7772302B" w14:textId="77777777" w:rsidR="0038763F" w:rsidRPr="007424D9" w:rsidRDefault="0038763F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4D9">
              <w:rPr>
                <w:rFonts w:ascii="Corbel" w:hAnsi="Corbel"/>
                <w:smallCaps w:val="0"/>
                <w:szCs w:val="24"/>
              </w:rPr>
              <w:t>EK</w:t>
            </w:r>
            <w:r w:rsidRPr="007424D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72AEE544" w14:textId="77777777" w:rsidR="0038763F" w:rsidRPr="007424D9" w:rsidRDefault="0038763F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4D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A9E6773" w14:textId="77777777" w:rsidR="0038763F" w:rsidRPr="007424D9" w:rsidRDefault="0038763F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4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424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763F" w:rsidRPr="007963F7" w14:paraId="1873E3F0" w14:textId="77777777" w:rsidTr="00A07F7E">
        <w:tc>
          <w:tcPr>
            <w:tcW w:w="1447" w:type="dxa"/>
          </w:tcPr>
          <w:p w14:paraId="3EED2FCF" w14:textId="77777777" w:rsidR="0038763F" w:rsidRPr="00A07F7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79F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13D1269E" w14:textId="417405DD" w:rsidR="0038763F" w:rsidRPr="00A07F7E" w:rsidRDefault="0038763F" w:rsidP="00FA7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8F7"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</w:tc>
        <w:tc>
          <w:tcPr>
            <w:tcW w:w="1865" w:type="dxa"/>
          </w:tcPr>
          <w:p w14:paraId="59C3273B" w14:textId="3303AE4F" w:rsidR="0038763F" w:rsidRPr="005B58F7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8F7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  <w:p w14:paraId="2EC4E63D" w14:textId="77777777" w:rsidR="0038763F" w:rsidRPr="005B58F7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8F7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52C189E6" w14:textId="77777777" w:rsidR="0038763F" w:rsidRPr="00A07F7E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9CE">
              <w:rPr>
                <w:rFonts w:ascii="Corbel" w:hAnsi="Corbel"/>
                <w:b w:val="0"/>
                <w:bCs/>
                <w:w w:val="90"/>
                <w:szCs w:val="24"/>
              </w:rPr>
              <w:t>K_</w:t>
            </w:r>
            <w:r w:rsidRPr="00B349CE">
              <w:rPr>
                <w:rFonts w:ascii="Corbel" w:hAnsi="Corbel"/>
                <w:b w:val="0"/>
                <w:bCs/>
                <w:w w:val="89"/>
                <w:szCs w:val="24"/>
              </w:rPr>
              <w:t>W0</w:t>
            </w:r>
            <w:r w:rsidRPr="00B349CE">
              <w:rPr>
                <w:rFonts w:ascii="Corbel" w:hAnsi="Corbel"/>
                <w:b w:val="0"/>
                <w:bCs/>
                <w:spacing w:val="1"/>
                <w:w w:val="89"/>
                <w:szCs w:val="24"/>
              </w:rPr>
              <w:t>4</w:t>
            </w:r>
            <w:r>
              <w:rPr>
                <w:rFonts w:ascii="Corbel" w:hAnsi="Corbel"/>
                <w:b w:val="0"/>
                <w:bCs/>
                <w:spacing w:val="1"/>
                <w:w w:val="89"/>
                <w:szCs w:val="24"/>
              </w:rPr>
              <w:t>,</w:t>
            </w:r>
          </w:p>
          <w:p w14:paraId="65D4314A" w14:textId="77777777" w:rsidR="0038763F" w:rsidRPr="00A07F7E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07F7E">
              <w:rPr>
                <w:rFonts w:ascii="Corbel" w:hAnsi="Corbel"/>
                <w:b w:val="0"/>
                <w:bCs/>
                <w:szCs w:val="24"/>
              </w:rPr>
              <w:t>K_W09,</w:t>
            </w:r>
          </w:p>
        </w:tc>
      </w:tr>
      <w:tr w:rsidR="0038763F" w:rsidRPr="00123D31" w14:paraId="5C4BFAAA" w14:textId="77777777" w:rsidTr="00A07F7E">
        <w:tc>
          <w:tcPr>
            <w:tcW w:w="1447" w:type="dxa"/>
          </w:tcPr>
          <w:p w14:paraId="30FC31ED" w14:textId="77777777" w:rsidR="0038763F" w:rsidRPr="002439D3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39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5A2B3F9F" w14:textId="1B11C00F" w:rsidR="0038763F" w:rsidRPr="002439D3" w:rsidRDefault="0038763F" w:rsidP="00FA7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39D3"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</w:tc>
        <w:tc>
          <w:tcPr>
            <w:tcW w:w="1865" w:type="dxa"/>
          </w:tcPr>
          <w:p w14:paraId="4834AFEC" w14:textId="14D09980" w:rsidR="0038763F" w:rsidRPr="00123D31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  <w:p w14:paraId="284DBF90" w14:textId="77777777" w:rsidR="0038763F" w:rsidRPr="00123D31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49BAAE16" w14:textId="77777777" w:rsidR="0038763F" w:rsidRPr="00123D31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19B5535E" w14:textId="77777777" w:rsidR="0038763F" w:rsidRPr="00123D31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</w:tc>
      </w:tr>
      <w:tr w:rsidR="0038763F" w:rsidRPr="00B42DDD" w14:paraId="52BC1C91" w14:textId="77777777" w:rsidTr="00A07F7E">
        <w:tc>
          <w:tcPr>
            <w:tcW w:w="1447" w:type="dxa"/>
          </w:tcPr>
          <w:p w14:paraId="69DC2A77" w14:textId="77777777" w:rsidR="0038763F" w:rsidRPr="008273D7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3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3E5607D9" w14:textId="77777777" w:rsidR="0038763F" w:rsidRPr="00B42DDD" w:rsidRDefault="0038763F" w:rsidP="00FA7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2DDD">
              <w:rPr>
                <w:rFonts w:ascii="Corbel" w:hAnsi="Corbel"/>
                <w:b w:val="0"/>
                <w:smallCaps w:val="0"/>
                <w:szCs w:val="24"/>
              </w:rPr>
              <w:t>Charakteryzuje podmioty wykonujące zadania z zakresu ochrony środowiska oraz posiada wiedzę w zakresie zasad i norm etycznych, a także etyki zawodowej podmiotów wykonujących określone zadania. Opisuje instrumenty prawne dające obywatelom możliwość czynnego wpływania na proces ochrony środowiska</w:t>
            </w:r>
          </w:p>
        </w:tc>
        <w:tc>
          <w:tcPr>
            <w:tcW w:w="1865" w:type="dxa"/>
          </w:tcPr>
          <w:p w14:paraId="0577E9E6" w14:textId="77777777" w:rsidR="0038763F" w:rsidRPr="00B42DDD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2DDD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26A63E98" w14:textId="17F1081A" w:rsidR="0038763F" w:rsidRPr="00B42DDD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2DDD"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</w:tc>
      </w:tr>
      <w:tr w:rsidR="0038763F" w:rsidRPr="004D2EE9" w14:paraId="49BD5129" w14:textId="77777777" w:rsidTr="00A07F7E">
        <w:tc>
          <w:tcPr>
            <w:tcW w:w="1447" w:type="dxa"/>
          </w:tcPr>
          <w:p w14:paraId="15A0CE3B" w14:textId="77777777" w:rsidR="0038763F" w:rsidRPr="00A07F7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551461F5" w14:textId="77777777" w:rsidR="0038763F" w:rsidRPr="004D2EE9" w:rsidRDefault="0038763F" w:rsidP="00FA7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 oraz potrafi prawidłowo interpretować i wyjaśnić znaczenie norm, relacje pomiędzy nimi, właściwie analizując proces stanowienia i stosowania prawa, dostrzegając obszary w prawie ochrony środowiska, w zakresie których regulacje powinny zostać znowelizowane bądź w przyszłości w ogóle uregulowane.</w:t>
            </w:r>
          </w:p>
        </w:tc>
        <w:tc>
          <w:tcPr>
            <w:tcW w:w="1865" w:type="dxa"/>
          </w:tcPr>
          <w:p w14:paraId="09FEDA82" w14:textId="77777777" w:rsidR="0038763F" w:rsidRPr="004D2EE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1111734A" w14:textId="77777777" w:rsidR="0038763F" w:rsidRPr="004D2EE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</w:p>
          <w:p w14:paraId="65808AFD" w14:textId="77777777" w:rsidR="0038763F" w:rsidRPr="004D2EE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K_U07,</w:t>
            </w:r>
          </w:p>
          <w:p w14:paraId="155A7168" w14:textId="73BF962C" w:rsidR="0038763F" w:rsidRPr="004D2EE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K_U09,</w:t>
            </w:r>
          </w:p>
        </w:tc>
      </w:tr>
      <w:tr w:rsidR="0038763F" w:rsidRPr="00AB639E" w14:paraId="0DAAA0B3" w14:textId="77777777" w:rsidTr="00A07F7E">
        <w:tc>
          <w:tcPr>
            <w:tcW w:w="1447" w:type="dxa"/>
          </w:tcPr>
          <w:p w14:paraId="7EDF7C70" w14:textId="77777777" w:rsidR="0038763F" w:rsidRPr="00A07F7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5EB5E021" w14:textId="57ECAEB9" w:rsidR="0038763F" w:rsidRPr="00AB639E" w:rsidRDefault="0038763F" w:rsidP="00FA7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4D72A6">
              <w:rPr>
                <w:rFonts w:ascii="Corbel" w:hAnsi="Corbel"/>
                <w:b w:val="0"/>
                <w:smallCaps w:val="0"/>
              </w:rPr>
              <w:t xml:space="preserve">Posiada pogłębioną umiejętność przygotowania, zarówno pisemnie jak i w formie ustnej określonych zagadnień dotyczących zagadnień prawnych w przedmiocie ochrony środowiska, </w:t>
            </w:r>
            <w:r w:rsidR="0F1CF3D1" w:rsidRPr="324D72A6">
              <w:rPr>
                <w:rFonts w:ascii="Corbel" w:hAnsi="Corbel"/>
                <w:b w:val="0"/>
                <w:smallCaps w:val="0"/>
              </w:rPr>
              <w:t>wyjaśniając</w:t>
            </w:r>
            <w:r w:rsidRPr="324D72A6">
              <w:rPr>
                <w:rFonts w:ascii="Corbel" w:hAnsi="Corbel"/>
                <w:b w:val="0"/>
                <w:smallCaps w:val="0"/>
              </w:rPr>
              <w:t xml:space="preserve"> dlaczego zbyt radykalne poglądy i metody związane z ochroną środowiska nie znajdują uzasadnienia prawnego, kulturowego bądź gospodarczego.</w:t>
            </w:r>
          </w:p>
        </w:tc>
        <w:tc>
          <w:tcPr>
            <w:tcW w:w="1865" w:type="dxa"/>
          </w:tcPr>
          <w:p w14:paraId="02642D2E" w14:textId="77777777" w:rsidR="0038763F" w:rsidRPr="00AB639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5825F35C" w14:textId="77777777" w:rsidR="0038763F" w:rsidRPr="00AB639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</w:p>
          <w:p w14:paraId="42F5EC5D" w14:textId="2F42E2B8" w:rsidR="0038763F" w:rsidRPr="00AB639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K_U07,</w:t>
            </w:r>
          </w:p>
          <w:p w14:paraId="1C5540FB" w14:textId="78F540B0" w:rsidR="0038763F" w:rsidRPr="00AB639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8763F" w:rsidRPr="00491E06" w14:paraId="34DC70A3" w14:textId="77777777" w:rsidTr="00A07F7E">
        <w:tc>
          <w:tcPr>
            <w:tcW w:w="1447" w:type="dxa"/>
          </w:tcPr>
          <w:p w14:paraId="65E39963" w14:textId="77777777" w:rsidR="0038763F" w:rsidRPr="00FD6E01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08" w:type="dxa"/>
          </w:tcPr>
          <w:p w14:paraId="67806B2A" w14:textId="77777777" w:rsidR="0038763F" w:rsidRPr="00491E06" w:rsidRDefault="0038763F" w:rsidP="00FA7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świadomość zawodu urzędnika administracji publicznej, jaki będzie wykonywał oraz identyfikuje się z ideą ochrony środowiska.</w:t>
            </w:r>
          </w:p>
        </w:tc>
        <w:tc>
          <w:tcPr>
            <w:tcW w:w="1865" w:type="dxa"/>
          </w:tcPr>
          <w:p w14:paraId="449C224B" w14:textId="77777777" w:rsidR="0038763F" w:rsidRPr="00491E06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8763F" w:rsidRPr="00491E06" w14:paraId="710B3CEE" w14:textId="77777777" w:rsidTr="00A07F7E">
        <w:tc>
          <w:tcPr>
            <w:tcW w:w="1447" w:type="dxa"/>
          </w:tcPr>
          <w:p w14:paraId="07D9EB72" w14:textId="77777777" w:rsidR="0038763F" w:rsidRPr="00FD6E01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4E2A19CE" w14:textId="77777777" w:rsidR="0038763F" w:rsidRPr="00491E06" w:rsidRDefault="0038763F" w:rsidP="00FA7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Podnosi i uzupełnia swoją wiedzę oraz doskonali umiejętności, mając świadomość zmienności przepisów prawa w zakresie ochrony środowiska.</w:t>
            </w:r>
          </w:p>
        </w:tc>
        <w:tc>
          <w:tcPr>
            <w:tcW w:w="1865" w:type="dxa"/>
          </w:tcPr>
          <w:p w14:paraId="0FC76F73" w14:textId="107E58CE" w:rsidR="0038763F" w:rsidRPr="00491E06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K_K03,</w:t>
            </w:r>
          </w:p>
        </w:tc>
      </w:tr>
      <w:tr w:rsidR="0038763F" w:rsidRPr="001E6A68" w14:paraId="418DC907" w14:textId="77777777" w:rsidTr="00A07F7E">
        <w:tc>
          <w:tcPr>
            <w:tcW w:w="1447" w:type="dxa"/>
          </w:tcPr>
          <w:p w14:paraId="572D7277" w14:textId="77777777" w:rsidR="0038763F" w:rsidRPr="00F50B8A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B8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058D30C0" w14:textId="77777777" w:rsidR="0038763F" w:rsidRPr="00F50B8A" w:rsidRDefault="0038763F" w:rsidP="00FA7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B8A">
              <w:rPr>
                <w:rFonts w:ascii="Corbel" w:hAnsi="Corbel"/>
                <w:b w:val="0"/>
                <w:smallCaps w:val="0"/>
                <w:szCs w:val="24"/>
              </w:rPr>
              <w:t xml:space="preserve">Docenia znaczenie udziału społeczeństwa w procesie ochrony środowiska oraz szanuje poglądy i postawy innych osób w postrzeganiu zagadnień dotyczących ochrony środowiska. </w:t>
            </w:r>
          </w:p>
        </w:tc>
        <w:tc>
          <w:tcPr>
            <w:tcW w:w="1865" w:type="dxa"/>
          </w:tcPr>
          <w:p w14:paraId="1493F059" w14:textId="77777777" w:rsidR="0038763F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E6A68">
              <w:rPr>
                <w:rFonts w:ascii="Corbel" w:hAnsi="Corbel"/>
                <w:b w:val="0"/>
                <w:bCs/>
                <w:szCs w:val="24"/>
              </w:rPr>
              <w:t>K_K03</w:t>
            </w:r>
            <w:r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0A783B76" w14:textId="77777777" w:rsidR="0038763F" w:rsidRPr="00A07F7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K_Ko4,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37CDAB8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FA7867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2FBB197D" w14:textId="77777777" w:rsidR="00FA7867" w:rsidRPr="00B169DF" w:rsidRDefault="00FA78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996BC0" w14:textId="156D8145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24D72A6">
        <w:rPr>
          <w:rFonts w:ascii="Corbel" w:hAnsi="Corbel"/>
          <w:sz w:val="24"/>
          <w:szCs w:val="24"/>
        </w:rPr>
        <w:t xml:space="preserve">Problematyka wykładu </w:t>
      </w:r>
      <w:r w:rsidR="20471ED3" w:rsidRPr="324D72A6">
        <w:rPr>
          <w:rFonts w:ascii="Corbel" w:hAnsi="Corbel"/>
          <w:sz w:val="24"/>
          <w:szCs w:val="24"/>
        </w:rPr>
        <w:t xml:space="preserve">- </w:t>
      </w:r>
      <w:r w:rsidR="00FA7867">
        <w:rPr>
          <w:rFonts w:ascii="Corbel" w:hAnsi="Corbel"/>
          <w:sz w:val="24"/>
          <w:szCs w:val="24"/>
        </w:rPr>
        <w:t>n</w:t>
      </w:r>
      <w:r w:rsidR="20471ED3" w:rsidRPr="324D72A6">
        <w:rPr>
          <w:rFonts w:ascii="Corbel" w:hAnsi="Corbel"/>
          <w:sz w:val="24"/>
          <w:szCs w:val="24"/>
        </w:rPr>
        <w:t>ie dotyczy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24D72A6">
        <w:rPr>
          <w:rFonts w:ascii="Corbel" w:hAnsi="Corbel"/>
          <w:sz w:val="24"/>
          <w:szCs w:val="24"/>
        </w:rPr>
        <w:t>Problematyka ćwiczeń, konwersator</w:t>
      </w:r>
      <w:r w:rsidR="005F76A3" w:rsidRPr="324D72A6">
        <w:rPr>
          <w:rFonts w:ascii="Corbel" w:hAnsi="Corbel"/>
          <w:sz w:val="24"/>
          <w:szCs w:val="24"/>
        </w:rPr>
        <w:t>iów</w:t>
      </w:r>
      <w:r w:rsidRPr="324D72A6">
        <w:rPr>
          <w:rFonts w:ascii="Corbel" w:hAnsi="Corbel"/>
          <w:sz w:val="24"/>
          <w:szCs w:val="24"/>
        </w:rPr>
        <w:t>, laborator</w:t>
      </w:r>
      <w:r w:rsidR="005F76A3" w:rsidRPr="324D72A6">
        <w:rPr>
          <w:rFonts w:ascii="Corbel" w:hAnsi="Corbel"/>
          <w:sz w:val="24"/>
          <w:szCs w:val="24"/>
        </w:rPr>
        <w:t>iów</w:t>
      </w:r>
      <w:r w:rsidR="009F4610" w:rsidRPr="324D72A6">
        <w:rPr>
          <w:rFonts w:ascii="Corbel" w:hAnsi="Corbel"/>
          <w:sz w:val="24"/>
          <w:szCs w:val="24"/>
        </w:rPr>
        <w:t xml:space="preserve">, </w:t>
      </w:r>
      <w:r w:rsidRPr="324D72A6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  <w:gridCol w:w="1701"/>
      </w:tblGrid>
      <w:tr w:rsidR="0038763F" w:rsidRPr="00B169DF" w14:paraId="0931B5AE" w14:textId="77777777" w:rsidTr="00FA7867">
        <w:trPr>
          <w:trHeight w:val="300"/>
        </w:trPr>
        <w:tc>
          <w:tcPr>
            <w:tcW w:w="8363" w:type="dxa"/>
            <w:gridSpan w:val="2"/>
          </w:tcPr>
          <w:p w14:paraId="308F76D9" w14:textId="77623993" w:rsidR="0038763F" w:rsidRPr="00B169DF" w:rsidRDefault="0038763F" w:rsidP="003876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A7867" w:rsidRPr="00A515D9" w14:paraId="1E149B15" w14:textId="77777777" w:rsidTr="00FA7867">
        <w:trPr>
          <w:trHeight w:val="323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8BC2" w14:textId="77777777" w:rsidR="00FA7867" w:rsidRPr="00A515D9" w:rsidRDefault="00FA7867" w:rsidP="00044769">
            <w:pPr>
              <w:spacing w:after="0" w:line="240" w:lineRule="auto"/>
              <w:contextualSpacing/>
              <w:rPr>
                <w:rFonts w:ascii="Corbel" w:hAnsi="Corbel"/>
                <w:color w:val="FF0000"/>
                <w:sz w:val="24"/>
                <w:szCs w:val="24"/>
              </w:rPr>
            </w:pPr>
            <w:r w:rsidRPr="008234AD">
              <w:rPr>
                <w:rFonts w:ascii="Corbel" w:hAnsi="Corbel"/>
                <w:sz w:val="24"/>
                <w:szCs w:val="24"/>
              </w:rPr>
              <w:t>System prawa ochrony środowiska, geneza i ewolucja regulacji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6745" w14:textId="77777777" w:rsidR="00FA7867" w:rsidRPr="00A515D9" w:rsidRDefault="00FA7867" w:rsidP="00044769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8234AD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FA7867" w:rsidRPr="008234AD" w14:paraId="425214E7" w14:textId="77777777" w:rsidTr="00FA7867">
        <w:trPr>
          <w:trHeight w:val="308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4661" w14:textId="77777777" w:rsidR="00FA7867" w:rsidRPr="008234AD" w:rsidRDefault="00FA7867" w:rsidP="000447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234AD">
              <w:rPr>
                <w:rFonts w:ascii="Corbel" w:hAnsi="Corbel"/>
                <w:sz w:val="24"/>
                <w:szCs w:val="24"/>
              </w:rPr>
              <w:t>Źródła prawa</w:t>
            </w:r>
            <w:r>
              <w:rPr>
                <w:rFonts w:ascii="Corbel" w:hAnsi="Corbel"/>
                <w:sz w:val="24"/>
                <w:szCs w:val="24"/>
              </w:rPr>
              <w:t xml:space="preserve"> krajowego i wspólnotowego w ochronie środowiska oraz ich implementacja,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B13C" w14:textId="77777777" w:rsidR="00FA7867" w:rsidRPr="008234AD" w:rsidRDefault="00FA7867" w:rsidP="000447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8234AD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FA7867" w:rsidRPr="00A02FC1" w14:paraId="70268033" w14:textId="77777777" w:rsidTr="00FA7867">
        <w:trPr>
          <w:trHeight w:val="276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AE0B" w14:textId="77777777" w:rsidR="00FA7867" w:rsidRPr="00A02FC1" w:rsidRDefault="00FA7867" w:rsidP="000447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02FC1">
              <w:rPr>
                <w:rFonts w:ascii="Corbel" w:hAnsi="Corbel"/>
                <w:sz w:val="24"/>
                <w:szCs w:val="24"/>
              </w:rPr>
              <w:t>Zasady ogólne prawa ochrony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CAD1" w14:textId="77777777" w:rsidR="00FA7867" w:rsidRPr="00A02FC1" w:rsidRDefault="00FA7867" w:rsidP="000447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02FC1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FA7867" w:rsidRPr="00A02FC1" w14:paraId="59494B99" w14:textId="77777777" w:rsidTr="00FA7867">
        <w:trPr>
          <w:trHeight w:val="30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2149" w14:textId="77777777" w:rsidR="00FA7867" w:rsidRPr="00A02FC1" w:rsidRDefault="00FA7867" w:rsidP="000447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ochrony środowiska w Polsce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B1A0" w14:textId="77777777" w:rsidR="00FA7867" w:rsidRPr="00A02FC1" w:rsidRDefault="00FA7867" w:rsidP="000447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FA7867" w:rsidRPr="00A02FC1" w14:paraId="4A8F1BF3" w14:textId="77777777" w:rsidTr="00FA7867">
        <w:trPr>
          <w:trHeight w:val="261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0BD0" w14:textId="77777777" w:rsidR="00FA7867" w:rsidRPr="00A02FC1" w:rsidRDefault="00FA7867" w:rsidP="000447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02FC1">
              <w:rPr>
                <w:rFonts w:ascii="Corbel" w:hAnsi="Corbel"/>
                <w:sz w:val="24"/>
                <w:szCs w:val="24"/>
              </w:rPr>
              <w:t>Odpowiedzialność prawna w ochronie środowiska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2598" w14:textId="77777777" w:rsidR="00FA7867" w:rsidRPr="00A02FC1" w:rsidRDefault="00FA7867" w:rsidP="000447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A02FC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FA7867" w:rsidRPr="004E1727" w14:paraId="491112B3" w14:textId="77777777" w:rsidTr="00FA7867">
        <w:trPr>
          <w:trHeight w:val="261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0A1F" w14:textId="77777777" w:rsidR="00FA7867" w:rsidRPr="004E1727" w:rsidRDefault="00FA7867" w:rsidP="000447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E1727">
              <w:rPr>
                <w:rFonts w:ascii="Corbel" w:hAnsi="Corbel"/>
                <w:sz w:val="24"/>
                <w:szCs w:val="24"/>
              </w:rPr>
              <w:t>Wybrane regulacje sektorowe w ochronie środowiska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4717" w14:textId="77777777" w:rsidR="00FA7867" w:rsidRPr="004E1727" w:rsidRDefault="00FA7867" w:rsidP="000447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4E1727">
              <w:rPr>
                <w:rFonts w:ascii="Corbel" w:hAnsi="Corbel"/>
                <w:sz w:val="24"/>
                <w:szCs w:val="24"/>
              </w:rPr>
              <w:t>6 godz.</w:t>
            </w:r>
          </w:p>
        </w:tc>
      </w:tr>
      <w:tr w:rsidR="00FA7867" w:rsidRPr="004E1727" w14:paraId="4DF4F369" w14:textId="77777777" w:rsidTr="00FA7867">
        <w:trPr>
          <w:trHeight w:val="261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3299" w14:textId="77777777" w:rsidR="00FA7867" w:rsidRPr="004E1727" w:rsidRDefault="00FA7867" w:rsidP="000447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E1727">
              <w:rPr>
                <w:rFonts w:ascii="Corbel" w:hAnsi="Corbel"/>
                <w:sz w:val="24"/>
                <w:szCs w:val="24"/>
              </w:rPr>
              <w:t>Wybrane zagadnienia ochrony różnorodności biologicznej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DBB1" w14:textId="77777777" w:rsidR="00FA7867" w:rsidRPr="004E1727" w:rsidRDefault="00FA7867" w:rsidP="000447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4E172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FA7867" w:rsidRPr="004913C2" w14:paraId="3D73E2DD" w14:textId="77777777" w:rsidTr="00FA7867">
        <w:trPr>
          <w:trHeight w:val="352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261" w14:textId="77777777" w:rsidR="00FA7867" w:rsidRPr="004913C2" w:rsidRDefault="00FA7867" w:rsidP="000447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913C2">
              <w:rPr>
                <w:rFonts w:ascii="Corbel" w:hAnsi="Corbel"/>
                <w:sz w:val="24"/>
                <w:szCs w:val="24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77E9" w14:textId="77777777" w:rsidR="00FA7867" w:rsidRPr="004913C2" w:rsidRDefault="00FA7867" w:rsidP="000447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4913C2">
              <w:rPr>
                <w:rFonts w:ascii="Corbel" w:hAnsi="Corbel"/>
                <w:sz w:val="24"/>
                <w:szCs w:val="24"/>
              </w:rPr>
              <w:t>20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088F7EEA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FA786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5D3B63D8" w:rsidR="00E960BB" w:rsidRPr="008252BB" w:rsidRDefault="008252BB" w:rsidP="00FA7867">
      <w:pPr>
        <w:pStyle w:val="Punktygwne"/>
        <w:spacing w:before="0" w:after="0"/>
        <w:ind w:left="851"/>
        <w:rPr>
          <w:rFonts w:ascii="Corbel" w:hAnsi="Corbel"/>
          <w:b w:val="0"/>
          <w:smallCaps w:val="0"/>
        </w:rPr>
      </w:pPr>
      <w:r w:rsidRPr="324D72A6">
        <w:rPr>
          <w:rFonts w:ascii="Corbel" w:hAnsi="Corbel"/>
          <w:smallCaps w:val="0"/>
        </w:rPr>
        <w:t>Konwersatorium:</w:t>
      </w:r>
      <w:r w:rsidRPr="324D72A6">
        <w:rPr>
          <w:rFonts w:ascii="Corbel" w:hAnsi="Corbel"/>
          <w:b w:val="0"/>
          <w:smallCaps w:val="0"/>
        </w:rPr>
        <w:t xml:space="preserve"> analiza tekstów z dyskusją, analiza przypadków, analiza i interpretacja tekstów źródłowych oraz wybranych orzeczeń, dyskusja. </w:t>
      </w:r>
    </w:p>
    <w:p w14:paraId="2F33D2BA" w14:textId="77777777" w:rsidR="00E960BB" w:rsidRPr="00B169DF" w:rsidRDefault="00E960BB" w:rsidP="00FA7867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0404899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FA786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252BB" w:rsidRPr="005346F1" w14:paraId="6D90FAEC" w14:textId="77777777" w:rsidTr="005C16C9">
        <w:tc>
          <w:tcPr>
            <w:tcW w:w="1985" w:type="dxa"/>
            <w:vAlign w:val="center"/>
          </w:tcPr>
          <w:p w14:paraId="759110E1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9417F3F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16A3">
              <w:rPr>
                <w:rFonts w:ascii="Corbel" w:hAnsi="Corbel"/>
                <w:b w:val="0"/>
                <w:smallCaps w:val="0"/>
              </w:rPr>
              <w:t xml:space="preserve">Metody oceny efektów uczenia się </w:t>
            </w:r>
          </w:p>
          <w:p w14:paraId="40BB894D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8F1AA6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FE3DAE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346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346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52BB" w:rsidRPr="005346F1" w14:paraId="1458DE9C" w14:textId="77777777" w:rsidTr="005C16C9">
        <w:tc>
          <w:tcPr>
            <w:tcW w:w="1985" w:type="dxa"/>
          </w:tcPr>
          <w:p w14:paraId="6DF73135" w14:textId="6AD9DD8B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27B9A9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720A6886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5A0B8B19" w14:textId="77777777" w:rsidTr="005C16C9">
        <w:tc>
          <w:tcPr>
            <w:tcW w:w="1985" w:type="dxa"/>
          </w:tcPr>
          <w:p w14:paraId="3060B8F3" w14:textId="43150D9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9A4178D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77282475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23565DC1" w14:textId="77777777" w:rsidTr="005C16C9">
        <w:tc>
          <w:tcPr>
            <w:tcW w:w="1985" w:type="dxa"/>
          </w:tcPr>
          <w:p w14:paraId="07E41BD2" w14:textId="19B72982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0C03AE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48F6137C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643717C4" w14:textId="77777777" w:rsidTr="005C16C9">
        <w:tc>
          <w:tcPr>
            <w:tcW w:w="1985" w:type="dxa"/>
          </w:tcPr>
          <w:p w14:paraId="4357898F" w14:textId="22C016ED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14:paraId="104501A1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425C2653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56D390F5" w14:textId="77777777" w:rsidTr="005C16C9">
        <w:tc>
          <w:tcPr>
            <w:tcW w:w="1985" w:type="dxa"/>
          </w:tcPr>
          <w:p w14:paraId="30979D56" w14:textId="3E3C4C80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37BABA2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7A7432F3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412679C6" w14:textId="77777777" w:rsidTr="005C16C9">
        <w:tc>
          <w:tcPr>
            <w:tcW w:w="1985" w:type="dxa"/>
          </w:tcPr>
          <w:p w14:paraId="0D6CEA70" w14:textId="2A4FB281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66A7F97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5EAD8079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191D7D07" w14:textId="77777777" w:rsidTr="005C16C9">
        <w:tc>
          <w:tcPr>
            <w:tcW w:w="1985" w:type="dxa"/>
          </w:tcPr>
          <w:p w14:paraId="7C1A7645" w14:textId="4E7FB6D6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E383100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6CBC9142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2337A966" w14:textId="77777777" w:rsidTr="005C16C9">
        <w:tc>
          <w:tcPr>
            <w:tcW w:w="1985" w:type="dxa"/>
          </w:tcPr>
          <w:p w14:paraId="1B522653" w14:textId="1495FD85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3994FB25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23738EBD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592B9F9F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FA786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324D72A6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C149E33" w:rsidR="00923D7D" w:rsidRDefault="008252BB" w:rsidP="324D72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24D72A6">
              <w:rPr>
                <w:rFonts w:ascii="Corbel" w:hAnsi="Corbel"/>
                <w:b w:val="0"/>
                <w:smallCaps w:val="0"/>
              </w:rPr>
              <w:t>W przypadku konwersatorium –</w:t>
            </w:r>
            <w:r w:rsidR="32F6AFDD" w:rsidRPr="324D72A6">
              <w:rPr>
                <w:rFonts w:ascii="Corbel" w:hAnsi="Corbel"/>
                <w:b w:val="0"/>
                <w:smallCaps w:val="0"/>
              </w:rPr>
              <w:t xml:space="preserve"> aktywność na konwersatoriach</w:t>
            </w:r>
            <w:r w:rsidRPr="324D72A6">
              <w:rPr>
                <w:rFonts w:ascii="Corbel" w:hAnsi="Corbel"/>
                <w:b w:val="0"/>
                <w:smallCaps w:val="0"/>
              </w:rPr>
              <w:t>,</w:t>
            </w:r>
            <w:r>
              <w:t xml:space="preserve"> </w:t>
            </w:r>
            <w:r w:rsidRPr="324D72A6">
              <w:rPr>
                <w:rFonts w:ascii="Corbel" w:hAnsi="Corbel"/>
                <w:b w:val="0"/>
                <w:smallCaps w:val="0"/>
              </w:rPr>
              <w:t>obserwacja w trakcie zajęć oraz wyniki ustalane na podstawie pisemnych prac studentów lub ustnej odpowiedzi, gdzie ocena pozytywna osiągana jest w przypadku uzyskania co najmniej 51% poprawnych odpowiedzi. 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FA7867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B169DF" w14:paraId="128DDC9A" w14:textId="77777777" w:rsidTr="00FA7867">
        <w:tc>
          <w:tcPr>
            <w:tcW w:w="5416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FA7867">
        <w:tc>
          <w:tcPr>
            <w:tcW w:w="5416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3A344839" w14:textId="43FD1B7B" w:rsidR="0085747A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52BB">
              <w:rPr>
                <w:rFonts w:ascii="Corbel" w:hAnsi="Corbel"/>
                <w:sz w:val="24"/>
                <w:szCs w:val="24"/>
              </w:rPr>
              <w:t>Konwersatorium - 20 godz.</w:t>
            </w:r>
          </w:p>
        </w:tc>
      </w:tr>
      <w:tr w:rsidR="00C61DC5" w:rsidRPr="00B169DF" w14:paraId="2A4AABEF" w14:textId="77777777" w:rsidTr="00FA7867">
        <w:tc>
          <w:tcPr>
            <w:tcW w:w="5416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63CF7F11" w14:textId="5D77B162" w:rsidR="00C61DC5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 - 1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FA7867">
        <w:tc>
          <w:tcPr>
            <w:tcW w:w="5416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03E3072C" w14:textId="4A7239A6" w:rsidR="00C61DC5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Pr="00385879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B169DF" w14:paraId="1ADE6CE7" w14:textId="77777777" w:rsidTr="00FA7867">
        <w:trPr>
          <w:trHeight w:val="337"/>
        </w:trPr>
        <w:tc>
          <w:tcPr>
            <w:tcW w:w="5416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747719D" w14:textId="2E357EFD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FA7867">
        <w:trPr>
          <w:trHeight w:val="338"/>
        </w:trPr>
        <w:tc>
          <w:tcPr>
            <w:tcW w:w="5416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FA7867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85747A" w:rsidRPr="00B169DF" w14:paraId="638E76A1" w14:textId="77777777" w:rsidTr="00FA7867">
        <w:trPr>
          <w:trHeight w:val="397"/>
        </w:trPr>
        <w:tc>
          <w:tcPr>
            <w:tcW w:w="4140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373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FA7867">
        <w:trPr>
          <w:trHeight w:val="397"/>
        </w:trPr>
        <w:tc>
          <w:tcPr>
            <w:tcW w:w="4140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CD3A886" w14:textId="66E5ED13" w:rsidR="324D72A6" w:rsidRDefault="324D72A6">
      <w:r>
        <w:br w:type="page"/>
      </w: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324D72A6">
        <w:trPr>
          <w:trHeight w:val="397"/>
        </w:trPr>
        <w:tc>
          <w:tcPr>
            <w:tcW w:w="7513" w:type="dxa"/>
          </w:tcPr>
          <w:p w14:paraId="5C25556F" w14:textId="77777777" w:rsidR="0085747A" w:rsidRPr="00FA7867" w:rsidRDefault="0085747A" w:rsidP="00FA7867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FA7867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3278952" w14:textId="77777777" w:rsidR="00AB7397" w:rsidRPr="00D03FCF" w:rsidRDefault="00AB7397" w:rsidP="00FA7867">
            <w:pPr>
              <w:numPr>
                <w:ilvl w:val="0"/>
                <w:numId w:val="2"/>
              </w:numPr>
              <w:spacing w:before="120" w:after="0" w:line="240" w:lineRule="auto"/>
              <w:rPr>
                <w:rFonts w:ascii="Corbel" w:eastAsia="Cambria" w:hAnsi="Corbel"/>
              </w:rPr>
            </w:pPr>
            <w:r w:rsidRPr="00D03FCF">
              <w:rPr>
                <w:rFonts w:ascii="Corbel" w:eastAsia="Cambria" w:hAnsi="Corbel"/>
              </w:rPr>
              <w:t xml:space="preserve">M. Górski (red.), Prawo ochrony środowiska, Wolters Kluwer, </w:t>
            </w:r>
            <w:proofErr w:type="spellStart"/>
            <w:r w:rsidRPr="00D03FCF">
              <w:rPr>
                <w:rFonts w:ascii="Corbel" w:eastAsia="Cambria" w:hAnsi="Corbel"/>
              </w:rPr>
              <w:t>Wyd</w:t>
            </w:r>
            <w:proofErr w:type="spellEnd"/>
            <w:r w:rsidRPr="00D03FCF">
              <w:rPr>
                <w:rFonts w:ascii="Corbel" w:eastAsia="Cambria" w:hAnsi="Corbel"/>
              </w:rPr>
              <w:t xml:space="preserve"> 4, 2021</w:t>
            </w:r>
            <w:r>
              <w:rPr>
                <w:rFonts w:ascii="Corbel" w:eastAsia="Cambria" w:hAnsi="Corbel"/>
              </w:rPr>
              <w:t>.</w:t>
            </w:r>
          </w:p>
          <w:p w14:paraId="2ECBE495" w14:textId="77777777" w:rsidR="00AB7397" w:rsidRPr="008A6567" w:rsidRDefault="00AB7397" w:rsidP="00FA786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mbria" w:hAnsi="Corbel"/>
              </w:rPr>
            </w:pPr>
            <w:r w:rsidRPr="008A6567">
              <w:rPr>
                <w:rFonts w:ascii="Corbel" w:eastAsia="Cambria" w:hAnsi="Corbel"/>
              </w:rPr>
              <w:t>B. Rakoczy, B. Wierzbowski, Prawo ochrony środowiska. Zagadnienia podstawowe, Wolters Kluwer Polska, Wydanie 8,  2023,</w:t>
            </w:r>
          </w:p>
          <w:p w14:paraId="0B544F6A" w14:textId="3575FEA2" w:rsidR="008252BB" w:rsidRPr="00AB7397" w:rsidRDefault="00AB7397" w:rsidP="00FA7867">
            <w:pPr>
              <w:numPr>
                <w:ilvl w:val="0"/>
                <w:numId w:val="2"/>
              </w:numPr>
              <w:spacing w:after="120" w:line="240" w:lineRule="auto"/>
              <w:ind w:left="402" w:hanging="357"/>
              <w:rPr>
                <w:rFonts w:ascii="Corbel" w:eastAsia="Cambria" w:hAnsi="Corbel"/>
              </w:rPr>
            </w:pPr>
            <w:r w:rsidRPr="000C23DD">
              <w:rPr>
                <w:rFonts w:ascii="Corbel" w:eastAsia="Cambria" w:hAnsi="Corbel"/>
              </w:rPr>
              <w:t>J. Boć, K. Nowacki, E. Samborska-Boć, Ochrona środowiska, Wydanie VIII, Wrocław 2008,</w:t>
            </w:r>
          </w:p>
        </w:tc>
      </w:tr>
      <w:tr w:rsidR="0085747A" w:rsidRPr="00467849" w14:paraId="4A80EC96" w14:textId="77777777" w:rsidTr="324D72A6">
        <w:trPr>
          <w:trHeight w:val="397"/>
        </w:trPr>
        <w:tc>
          <w:tcPr>
            <w:tcW w:w="7513" w:type="dxa"/>
          </w:tcPr>
          <w:p w14:paraId="36128D7B" w14:textId="77777777" w:rsidR="0085747A" w:rsidRPr="00FA7867" w:rsidRDefault="0085747A" w:rsidP="00FA7867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FA7867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2BAFE46" w14:textId="77777777" w:rsidR="008975A0" w:rsidRPr="005346F1" w:rsidRDefault="008975A0" w:rsidP="00FA7867">
            <w:pPr>
              <w:numPr>
                <w:ilvl w:val="0"/>
                <w:numId w:val="3"/>
              </w:numPr>
              <w:spacing w:before="120" w:after="0" w:line="240" w:lineRule="auto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6AB9A582" w14:textId="77777777" w:rsidR="008975A0" w:rsidRPr="005346F1" w:rsidRDefault="008975A0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14:paraId="6F0F6383" w14:textId="77777777" w:rsidR="008975A0" w:rsidRPr="005346F1" w:rsidRDefault="008975A0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3C697906" w14:textId="77777777" w:rsidR="008975A0" w:rsidRPr="005346F1" w:rsidRDefault="008975A0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 (red.), M. Bar, Z. Bukowski,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Warszawa 2012,</w:t>
            </w:r>
          </w:p>
          <w:p w14:paraId="3554AC54" w14:textId="77777777" w:rsidR="008975A0" w:rsidRPr="005346F1" w:rsidRDefault="008975A0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Ciechanowicz-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McLean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Prawo ochrony i zarządzania środowiskiem, Warszawa 2019,</w:t>
            </w:r>
          </w:p>
          <w:p w14:paraId="0C63E17E" w14:textId="77777777" w:rsidR="008975A0" w:rsidRPr="005346F1" w:rsidRDefault="008975A0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E.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Symonides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Ochrona przyrody, Warszawa 2014,</w:t>
            </w:r>
          </w:p>
          <w:p w14:paraId="6ECE637B" w14:textId="77777777" w:rsidR="008975A0" w:rsidRPr="005346F1" w:rsidRDefault="008975A0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M.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W. Radecki, S. Urban, Prawo ochrony środowiska. Komentarz, C. H. BECK 2019,</w:t>
            </w:r>
          </w:p>
          <w:p w14:paraId="7ECB552C" w14:textId="77777777" w:rsidR="008975A0" w:rsidRPr="005346F1" w:rsidRDefault="008975A0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598F83FA" w14:textId="77777777" w:rsidR="008975A0" w:rsidRDefault="008975A0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/>
              </w:rPr>
            </w:pPr>
            <w:r w:rsidRPr="005346F1">
              <w:rPr>
                <w:rFonts w:eastAsia="Cambria"/>
              </w:rPr>
              <w:t xml:space="preserve">K. Gruszecki, Ustawa o ochronie przyrody. Komentarz, Wolters Kluwer, Warszawa 2021, </w:t>
            </w:r>
          </w:p>
          <w:p w14:paraId="322CF9DF" w14:textId="6A7B1878" w:rsidR="001362CD" w:rsidRPr="001362CD" w:rsidRDefault="6B34FEAA" w:rsidP="00FA78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eastAsia="Cambria"/>
              </w:rPr>
            </w:pPr>
            <w:r w:rsidRPr="324D72A6">
              <w:rPr>
                <w:rFonts w:eastAsia="Cambria"/>
              </w:rPr>
              <w:t>J. Stelmasiak (red.)</w:t>
            </w:r>
            <w:r w:rsidR="38411EAA" w:rsidRPr="324D72A6">
              <w:rPr>
                <w:rFonts w:eastAsia="Cambria"/>
              </w:rPr>
              <w:t xml:space="preserve"> </w:t>
            </w:r>
            <w:r w:rsidRPr="324D72A6">
              <w:rPr>
                <w:rFonts w:eastAsia="Cambria"/>
              </w:rPr>
              <w:t xml:space="preserve">Prawo ochrony środowiska, </w:t>
            </w:r>
            <w:proofErr w:type="spellStart"/>
            <w:r w:rsidRPr="324D72A6">
              <w:rPr>
                <w:rFonts w:eastAsia="Cambria"/>
              </w:rPr>
              <w:t>LexisNexis</w:t>
            </w:r>
            <w:proofErr w:type="spellEnd"/>
            <w:r w:rsidRPr="324D72A6">
              <w:rPr>
                <w:rFonts w:eastAsia="Cambria"/>
              </w:rPr>
              <w:t xml:space="preserve"> - Warszawa 2009.</w:t>
            </w:r>
          </w:p>
          <w:p w14:paraId="186BA0C7" w14:textId="36336344" w:rsidR="008975A0" w:rsidRDefault="001362CD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14:paraId="1E8A77ED" w14:textId="412772A6" w:rsidR="00781723" w:rsidRDefault="00781723" w:rsidP="00FA7867">
            <w:pPr>
              <w:numPr>
                <w:ilvl w:val="0"/>
                <w:numId w:val="3"/>
              </w:num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A. Mazurkiewicz, Czasowe odebranie zwierzęcia i jego następstwa – wybrane aspekty praktyczne, prawne i finansowe, Roczniki Prawa i Administracji, Rok 2025, Nr 2, tom XXV.</w:t>
            </w:r>
          </w:p>
          <w:p w14:paraId="1F410AE7" w14:textId="4012DE6F" w:rsidR="001362CD" w:rsidRPr="001362CD" w:rsidRDefault="001362CD" w:rsidP="00FA78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- Aktualne regulacje prawne w zakresie usuwania drzew i krzewów w Polsce oraz nowe instrumenty w celu ich ochrony, [w:] Międzynarodowa Innowacyjność i Konkurencyjność w XXI w. (red. nauk.) Ł. Wójtowicz, Instytut Naukowo-Wydawniczy „</w:t>
            </w:r>
            <w:proofErr w:type="spellStart"/>
            <w:r>
              <w:rPr>
                <w:rFonts w:eastAsia="Cambria"/>
              </w:rPr>
              <w:t>Spatium</w:t>
            </w:r>
            <w:proofErr w:type="spellEnd"/>
            <w:r>
              <w:rPr>
                <w:rFonts w:eastAsia="Cambria"/>
              </w:rPr>
              <w:t>”, Lublin 2020, s. 11-25.</w:t>
            </w:r>
          </w:p>
          <w:p w14:paraId="4596EFF9" w14:textId="7AB5466A" w:rsidR="008975A0" w:rsidRPr="00FA7867" w:rsidRDefault="001362CD" w:rsidP="00FA786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rPr>
                <w:rFonts w:eastAsia="Cambria"/>
                <w:lang w:val="en-GB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</w:t>
            </w:r>
            <w:r w:rsidRPr="00467849">
              <w:rPr>
                <w:rFonts w:eastAsia="Cambria"/>
                <w:lang w:val="en-GB"/>
              </w:rPr>
              <w:t xml:space="preserve">„The Principle Of Sustainable Development And The Legal Protection Of Trees And Shrubs”, Journal of Modern Science 2023, T. 50, </w:t>
            </w:r>
            <w:proofErr w:type="spellStart"/>
            <w:r w:rsidRPr="00467849">
              <w:rPr>
                <w:rFonts w:eastAsia="Cambria"/>
                <w:lang w:val="en-GB"/>
              </w:rPr>
              <w:t>iss</w:t>
            </w:r>
            <w:proofErr w:type="spellEnd"/>
            <w:r w:rsidRPr="00467849">
              <w:rPr>
                <w:rFonts w:eastAsia="Cambria"/>
                <w:lang w:val="en-GB"/>
              </w:rPr>
              <w:t>. 1, s. 292-316.</w:t>
            </w:r>
          </w:p>
        </w:tc>
      </w:tr>
    </w:tbl>
    <w:p w14:paraId="4F011B1F" w14:textId="77777777" w:rsidR="0085747A" w:rsidRPr="0046784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40385" w14:textId="77777777" w:rsidR="00C3593A" w:rsidRDefault="00C3593A" w:rsidP="00C16ABF">
      <w:pPr>
        <w:spacing w:after="0" w:line="240" w:lineRule="auto"/>
      </w:pPr>
      <w:r>
        <w:separator/>
      </w:r>
    </w:p>
  </w:endnote>
  <w:endnote w:type="continuationSeparator" w:id="0">
    <w:p w14:paraId="6F34125E" w14:textId="77777777" w:rsidR="00C3593A" w:rsidRDefault="00C359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3906E" w14:textId="77777777" w:rsidR="00C3593A" w:rsidRDefault="00C3593A" w:rsidP="00C16ABF">
      <w:pPr>
        <w:spacing w:after="0" w:line="240" w:lineRule="auto"/>
      </w:pPr>
      <w:r>
        <w:separator/>
      </w:r>
    </w:p>
  </w:footnote>
  <w:footnote w:type="continuationSeparator" w:id="0">
    <w:p w14:paraId="6ED5B955" w14:textId="77777777" w:rsidR="00C3593A" w:rsidRDefault="00C3593A" w:rsidP="00C16ABF">
      <w:pPr>
        <w:spacing w:after="0" w:line="240" w:lineRule="auto"/>
      </w:pPr>
      <w:r>
        <w:continuationSeparator/>
      </w:r>
    </w:p>
  </w:footnote>
  <w:footnote w:id="1">
    <w:p w14:paraId="7765DCFE" w14:textId="77777777" w:rsidR="0038763F" w:rsidRDefault="0038763F" w:rsidP="0038763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3637390">
    <w:abstractNumId w:val="0"/>
  </w:num>
  <w:num w:numId="2" w16cid:durableId="1531408038">
    <w:abstractNumId w:val="1"/>
  </w:num>
  <w:num w:numId="3" w16cid:durableId="15462599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860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260B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849"/>
    <w:rsid w:val="004706D1"/>
    <w:rsid w:val="00471326"/>
    <w:rsid w:val="0047598D"/>
    <w:rsid w:val="004840FD"/>
    <w:rsid w:val="00490F7D"/>
    <w:rsid w:val="00491678"/>
    <w:rsid w:val="00496599"/>
    <w:rsid w:val="004968E2"/>
    <w:rsid w:val="004A3EEA"/>
    <w:rsid w:val="004A4D1F"/>
    <w:rsid w:val="004A4E00"/>
    <w:rsid w:val="004A6006"/>
    <w:rsid w:val="004B3F0E"/>
    <w:rsid w:val="004B7F78"/>
    <w:rsid w:val="004D31C0"/>
    <w:rsid w:val="004D5282"/>
    <w:rsid w:val="004F1551"/>
    <w:rsid w:val="004F55A3"/>
    <w:rsid w:val="005035BC"/>
    <w:rsid w:val="0050496F"/>
    <w:rsid w:val="00511744"/>
    <w:rsid w:val="00513B6F"/>
    <w:rsid w:val="00517C63"/>
    <w:rsid w:val="005363C4"/>
    <w:rsid w:val="00536BDE"/>
    <w:rsid w:val="005375E9"/>
    <w:rsid w:val="00543ACC"/>
    <w:rsid w:val="0056696D"/>
    <w:rsid w:val="0059484D"/>
    <w:rsid w:val="005A0855"/>
    <w:rsid w:val="005A3196"/>
    <w:rsid w:val="005B5E2A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F4A"/>
    <w:rsid w:val="00763BF1"/>
    <w:rsid w:val="00766FD4"/>
    <w:rsid w:val="0078168C"/>
    <w:rsid w:val="00781723"/>
    <w:rsid w:val="00787C2A"/>
    <w:rsid w:val="00790E27"/>
    <w:rsid w:val="007A4022"/>
    <w:rsid w:val="007A6E6E"/>
    <w:rsid w:val="007C3299"/>
    <w:rsid w:val="007C3BCC"/>
    <w:rsid w:val="007C4546"/>
    <w:rsid w:val="007D6E56"/>
    <w:rsid w:val="007E186C"/>
    <w:rsid w:val="007F4155"/>
    <w:rsid w:val="0081554D"/>
    <w:rsid w:val="0081707E"/>
    <w:rsid w:val="008252BB"/>
    <w:rsid w:val="008449B3"/>
    <w:rsid w:val="008552A2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6001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F7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9CB"/>
    <w:rsid w:val="00A97DE1"/>
    <w:rsid w:val="00AB053C"/>
    <w:rsid w:val="00AB7397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7603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93A"/>
    <w:rsid w:val="00C36992"/>
    <w:rsid w:val="00C456BA"/>
    <w:rsid w:val="00C56036"/>
    <w:rsid w:val="00C61DC5"/>
    <w:rsid w:val="00C67E92"/>
    <w:rsid w:val="00C70A26"/>
    <w:rsid w:val="00C766DF"/>
    <w:rsid w:val="00C94B98"/>
    <w:rsid w:val="00CA2B96"/>
    <w:rsid w:val="00CA5089"/>
    <w:rsid w:val="00CC29AD"/>
    <w:rsid w:val="00CD6897"/>
    <w:rsid w:val="00CD6A8D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200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A7867"/>
    <w:rsid w:val="00FB7DBA"/>
    <w:rsid w:val="00FC1C25"/>
    <w:rsid w:val="00FC3F45"/>
    <w:rsid w:val="00FD503F"/>
    <w:rsid w:val="00FD7589"/>
    <w:rsid w:val="00FF016A"/>
    <w:rsid w:val="00FF1401"/>
    <w:rsid w:val="00FF5E7D"/>
    <w:rsid w:val="02C44F8D"/>
    <w:rsid w:val="077E9853"/>
    <w:rsid w:val="091A68B4"/>
    <w:rsid w:val="0F1CF3D1"/>
    <w:rsid w:val="20471ED3"/>
    <w:rsid w:val="23734D78"/>
    <w:rsid w:val="2D1D1127"/>
    <w:rsid w:val="324D72A6"/>
    <w:rsid w:val="32F6AFDD"/>
    <w:rsid w:val="38411EAA"/>
    <w:rsid w:val="533B2C73"/>
    <w:rsid w:val="6690DE85"/>
    <w:rsid w:val="6B34F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ED792-4142-446D-A315-41B7314E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1364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14</cp:revision>
  <cp:lastPrinted>2025-10-20T09:44:00Z</cp:lastPrinted>
  <dcterms:created xsi:type="dcterms:W3CDTF">2023-09-02T12:38:00Z</dcterms:created>
  <dcterms:modified xsi:type="dcterms:W3CDTF">2025-10-20T09:47:00Z</dcterms:modified>
</cp:coreProperties>
</file>